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E43" w:rsidRPr="00F00A97" w:rsidRDefault="00522E43" w:rsidP="00C04AE4">
      <w:pPr>
        <w:pStyle w:val="BodyText"/>
        <w:ind w:right="413"/>
        <w:jc w:val="right"/>
        <w:rPr>
          <w:rFonts w:ascii="Calibri" w:hAnsi="Calibri" w:cs="Calibri"/>
        </w:rPr>
      </w:pPr>
      <w:bookmarkStart w:id="0" w:name="_GoBack"/>
      <w:bookmarkEnd w:id="0"/>
      <w:r w:rsidRPr="00F00A97">
        <w:rPr>
          <w:rFonts w:ascii="Calibri" w:hAnsi="Calibri" w:cs="Calibri"/>
        </w:rPr>
        <w:t>Anexa</w:t>
      </w:r>
      <w:r w:rsidR="00625D6A">
        <w:rPr>
          <w:rFonts w:ascii="Calibri" w:hAnsi="Calibri" w:cs="Calibri"/>
        </w:rPr>
        <w:t xml:space="preserve"> 3.2</w:t>
      </w:r>
    </w:p>
    <w:p w:rsidR="00522E43" w:rsidRPr="00F00A97" w:rsidRDefault="00522E43" w:rsidP="001B674D">
      <w:pPr>
        <w:jc w:val="both"/>
        <w:rPr>
          <w:rFonts w:ascii="Calibri" w:hAnsi="Calibri" w:cs="Calibri"/>
          <w:b/>
        </w:rPr>
      </w:pPr>
    </w:p>
    <w:p w:rsidR="00C04AE4" w:rsidRPr="00F00A97" w:rsidRDefault="00522E43" w:rsidP="00C04AE4">
      <w:pPr>
        <w:pStyle w:val="Body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Body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Change w:id="1">
          <w:tblGrid>
            <w:gridCol w:w="742"/>
            <w:gridCol w:w="6194"/>
            <w:gridCol w:w="425"/>
            <w:gridCol w:w="451"/>
            <w:gridCol w:w="447"/>
            <w:gridCol w:w="1937"/>
          </w:tblGrid>
        </w:tblGridChange>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lastRenderedPageBreak/>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lastRenderedPageBreak/>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AC4893" w:rsidRPr="002933A6" w:rsidRDefault="00AC4893" w:rsidP="001B674D">
      <w:pPr>
        <w:jc w:val="both"/>
        <w:rPr>
          <w:rFonts w:ascii="Calibri" w:hAnsi="Calibri" w:cs="Calibri"/>
        </w:rPr>
      </w:pPr>
      <w:r w:rsidRPr="002933A6">
        <w:rPr>
          <w:rFonts w:ascii="Calibri" w:hAnsi="Calibri" w:cs="Calibri"/>
        </w:rPr>
        <w:lastRenderedPageBreak/>
        <w:t>nota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lastRenderedPageBreak/>
        <w:t>Se pot formula recomandări (cu precizarea explicita a momentului prevăzut pentru soluționarea acestora) cu excepția criteriilor 10 și 11 din cadrul secțiunii II.</w:t>
      </w:r>
    </w:p>
    <w:p w:rsidR="00AC4893" w:rsidRPr="002933A6" w:rsidRDefault="00AC4893" w:rsidP="001B674D">
      <w:pPr>
        <w:pStyle w:val="BodyText"/>
        <w:rPr>
          <w:rFonts w:ascii="Calibri" w:hAnsi="Calibri" w:cs="Calibri"/>
        </w:rPr>
      </w:pPr>
    </w:p>
    <w:p w:rsidR="00522E43" w:rsidRPr="00F00A97" w:rsidRDefault="00522E43" w:rsidP="001B674D">
      <w:pPr>
        <w:jc w:val="both"/>
        <w:rPr>
          <w:rFonts w:ascii="Calibri" w:hAnsi="Calibri" w:cs="Calibri"/>
        </w:rPr>
      </w:pPr>
    </w:p>
    <w:sectPr w:rsidR="00522E43" w:rsidRPr="00F00A97" w:rsidSect="00C04AE4">
      <w:headerReference w:type="default" r:id="rId8"/>
      <w:footerReference w:type="default" r:id="rId9"/>
      <w:headerReference w:type="first" r:id="rId10"/>
      <w:footerReference w:type="first" r:id="rId11"/>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709" w:rsidRDefault="00B56709">
      <w:r>
        <w:separator/>
      </w:r>
    </w:p>
  </w:endnote>
  <w:endnote w:type="continuationSeparator" w:id="0">
    <w:p w:rsidR="00B56709" w:rsidRDefault="00B5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5238C">
      <w:tblPrEx>
        <w:tblCellMar>
          <w:top w:w="0" w:type="dxa"/>
          <w:bottom w:w="0" w:type="dxa"/>
        </w:tblCellMar>
      </w:tblPrEx>
      <w:trPr>
        <w:cantSplit/>
        <w:trHeight w:hRule="exact" w:val="340"/>
        <w:hidden/>
      </w:trPr>
      <w:tc>
        <w:tcPr>
          <w:tcW w:w="9210" w:type="dxa"/>
        </w:tcPr>
        <w:p w:rsidR="0055238C" w:rsidRDefault="0055238C">
          <w:pPr>
            <w:pStyle w:val="Footer"/>
            <w:rPr>
              <w:vanish/>
              <w:sz w:val="20"/>
            </w:rPr>
          </w:pPr>
        </w:p>
      </w:tc>
    </w:tr>
  </w:tbl>
  <w:p w:rsidR="0055238C" w:rsidRDefault="00A85D5A" w:rsidP="00F12E7F">
    <w:pPr>
      <w:pStyle w:val="Footer"/>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38C" w:rsidRDefault="00A85D5A">
    <w:pPr>
      <w:pStyle w:val="Footer"/>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709" w:rsidRDefault="00B56709">
      <w:r>
        <w:separator/>
      </w:r>
    </w:p>
  </w:footnote>
  <w:footnote w:type="continuationSeparator" w:id="0">
    <w:p w:rsidR="00B56709" w:rsidRDefault="00B5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89A" w:rsidRPr="0004589A" w:rsidRDefault="00A85D5A">
    <w:pPr>
      <w:pStyle w:val="Header"/>
      <w:rPr>
        <w:color w:val="999999"/>
      </w:rPr>
    </w:pPr>
    <w: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625D6A">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625D6A">
      <w:rPr>
        <w:color w:val="999999"/>
        <w:sz w:val="20"/>
        <w:szCs w:val="20"/>
      </w:rPr>
      <w:t>10</w:t>
    </w:r>
    <w:r w:rsidR="0004589A"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AE4" w:rsidRDefault="00A85D5A" w:rsidP="00C04AE4">
    <w:pPr>
      <w:pStyle w:val="Header"/>
      <w:tabs>
        <w:tab w:val="clear" w:pos="4536"/>
        <w:tab w:val="clear" w:pos="9072"/>
        <w:tab w:val="left" w:pos="6473"/>
      </w:tabs>
    </w:pPr>
    <w: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BFD"/>
    <w:rsid w:val="00163AF4"/>
    <w:rsid w:val="001679F8"/>
    <w:rsid w:val="001726E9"/>
    <w:rsid w:val="001A637E"/>
    <w:rsid w:val="001B674D"/>
    <w:rsid w:val="001D40CB"/>
    <w:rsid w:val="001D7627"/>
    <w:rsid w:val="001E7798"/>
    <w:rsid w:val="00273596"/>
    <w:rsid w:val="00275DCC"/>
    <w:rsid w:val="00284F7C"/>
    <w:rsid w:val="002933A6"/>
    <w:rsid w:val="002B3BB9"/>
    <w:rsid w:val="002E07E9"/>
    <w:rsid w:val="002F1246"/>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25D6A"/>
    <w:rsid w:val="00643AC4"/>
    <w:rsid w:val="00644F34"/>
    <w:rsid w:val="006661AF"/>
    <w:rsid w:val="00670051"/>
    <w:rsid w:val="006835FF"/>
    <w:rsid w:val="006B6B2C"/>
    <w:rsid w:val="006B79B9"/>
    <w:rsid w:val="006C514E"/>
    <w:rsid w:val="006C67CE"/>
    <w:rsid w:val="0071191E"/>
    <w:rsid w:val="007209E0"/>
    <w:rsid w:val="007338F4"/>
    <w:rsid w:val="00744EC4"/>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31D5E"/>
    <w:rsid w:val="00935472"/>
    <w:rsid w:val="00936CF8"/>
    <w:rsid w:val="00937E7C"/>
    <w:rsid w:val="00945BA1"/>
    <w:rsid w:val="00955977"/>
    <w:rsid w:val="0095716B"/>
    <w:rsid w:val="009C6F66"/>
    <w:rsid w:val="009F239D"/>
    <w:rsid w:val="009F711B"/>
    <w:rsid w:val="009F75B4"/>
    <w:rsid w:val="00A85D5A"/>
    <w:rsid w:val="00AC3124"/>
    <w:rsid w:val="00AC4893"/>
    <w:rsid w:val="00AE4990"/>
    <w:rsid w:val="00AF0DE7"/>
    <w:rsid w:val="00B15233"/>
    <w:rsid w:val="00B56709"/>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753B1"/>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AC95A92-1395-4DD7-A4C5-60C1D156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HeaderChar">
    <w:name w:val="Header Char"/>
    <w:link w:val="Header"/>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ph">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Heading3Char">
    <w:name w:val="Heading 3 Char"/>
    <w:aliases w:val="Podpodkapitola Char,adpis 3 Char,KopCat. 3 Char,Numbered - 3 Char"/>
    <w:link w:val="Heading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A8B50-D2D2-4F07-8993-8DAA96EA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10</Pages>
  <Words>2769</Words>
  <Characters>16061</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18793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2023-08-03T09:13:00Z</dcterms:created>
  <dcterms:modified xsi:type="dcterms:W3CDTF">2023-08-03T09:13:00Z</dcterms:modified>
</cp:coreProperties>
</file>